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92C" w:rsidRPr="009D3F65" w:rsidRDefault="006A3FE1" w:rsidP="009D3F65">
      <w:pPr>
        <w:jc w:val="both"/>
        <w:rPr>
          <w:rFonts w:ascii="Arial" w:hAnsi="Arial" w:cs="Arial"/>
          <w:b/>
        </w:rPr>
      </w:pPr>
      <w:r w:rsidRPr="009D3F65">
        <w:rPr>
          <w:rFonts w:ascii="Arial" w:hAnsi="Arial" w:cs="Arial"/>
          <w:b/>
        </w:rPr>
        <w:t>Odůvodnění trvání smlouvy v délce 10 let</w:t>
      </w:r>
    </w:p>
    <w:p w:rsidR="006A3FE1" w:rsidRPr="009D3F65" w:rsidRDefault="00110E61" w:rsidP="009D3F65">
      <w:pPr>
        <w:jc w:val="both"/>
        <w:rPr>
          <w:rFonts w:ascii="Arial" w:hAnsi="Arial" w:cs="Arial"/>
          <w:u w:val="single"/>
        </w:rPr>
      </w:pPr>
      <w:r w:rsidRPr="009D3F65">
        <w:rPr>
          <w:rFonts w:ascii="Arial" w:hAnsi="Arial" w:cs="Arial"/>
          <w:u w:val="single"/>
        </w:rPr>
        <w:t>Současný a budoucí stav odvádění a čištění odpadních vod na území statutárního města Opava</w:t>
      </w:r>
    </w:p>
    <w:p w:rsidR="00065A4E" w:rsidRPr="009D3F65" w:rsidRDefault="00065A4E" w:rsidP="009D3F65">
      <w:pPr>
        <w:jc w:val="both"/>
        <w:rPr>
          <w:rFonts w:ascii="Arial" w:hAnsi="Arial" w:cs="Arial"/>
        </w:rPr>
      </w:pPr>
      <w:r w:rsidRPr="009D3F65">
        <w:rPr>
          <w:rFonts w:ascii="Arial" w:hAnsi="Arial" w:cs="Arial"/>
        </w:rPr>
        <w:t xml:space="preserve">Na území statutárního města Opava („SMO“) je dominantní stoková síť ve vlastnictví společnosti </w:t>
      </w:r>
      <w:proofErr w:type="spellStart"/>
      <w:r w:rsidRPr="009D3F65">
        <w:rPr>
          <w:rFonts w:ascii="Arial" w:hAnsi="Arial" w:cs="Arial"/>
        </w:rPr>
        <w:t>SmVaK</w:t>
      </w:r>
      <w:proofErr w:type="spellEnd"/>
      <w:r w:rsidRPr="009D3F65">
        <w:rPr>
          <w:rFonts w:ascii="Arial" w:hAnsi="Arial" w:cs="Arial"/>
        </w:rPr>
        <w:t xml:space="preserve"> Ostrava a.s. („</w:t>
      </w:r>
      <w:proofErr w:type="spellStart"/>
      <w:r w:rsidRPr="009D3F65">
        <w:rPr>
          <w:rFonts w:ascii="Arial" w:hAnsi="Arial" w:cs="Arial"/>
        </w:rPr>
        <w:t>SmVaK</w:t>
      </w:r>
      <w:proofErr w:type="spellEnd"/>
      <w:r w:rsidRPr="009D3F65">
        <w:rPr>
          <w:rFonts w:ascii="Arial" w:hAnsi="Arial" w:cs="Arial"/>
        </w:rPr>
        <w:t xml:space="preserve">“), která vlastní a současně provozuje cca 147,67 km kanalizace na území města, vlastní a současně provozuje centrální ČOV o projektované kapacitě 149 000 EO. Na kanalizaci </w:t>
      </w:r>
      <w:proofErr w:type="spellStart"/>
      <w:r w:rsidRPr="009D3F65">
        <w:rPr>
          <w:rFonts w:ascii="Arial" w:hAnsi="Arial" w:cs="Arial"/>
        </w:rPr>
        <w:t>SmVaK</w:t>
      </w:r>
      <w:proofErr w:type="spellEnd"/>
      <w:r w:rsidRPr="009D3F65">
        <w:rPr>
          <w:rFonts w:ascii="Arial" w:hAnsi="Arial" w:cs="Arial"/>
        </w:rPr>
        <w:t xml:space="preserve"> je nyní napojeno cca 18,96 km kanalizace ve vlastnictví SMO, tato kanalizace SMO je nyní provozována </w:t>
      </w:r>
      <w:proofErr w:type="spellStart"/>
      <w:r w:rsidRPr="009D3F65">
        <w:rPr>
          <w:rFonts w:ascii="Arial" w:hAnsi="Arial" w:cs="Arial"/>
        </w:rPr>
        <w:t>SmVaK</w:t>
      </w:r>
      <w:proofErr w:type="spellEnd"/>
      <w:r w:rsidRPr="009D3F65">
        <w:rPr>
          <w:rFonts w:ascii="Arial" w:hAnsi="Arial" w:cs="Arial"/>
        </w:rPr>
        <w:t xml:space="preserve">. Mezi kanalizaci SMO a kanalizací </w:t>
      </w:r>
      <w:proofErr w:type="spellStart"/>
      <w:r w:rsidRPr="009D3F65">
        <w:rPr>
          <w:rFonts w:ascii="Arial" w:hAnsi="Arial" w:cs="Arial"/>
        </w:rPr>
        <w:t>SmVaK</w:t>
      </w:r>
      <w:proofErr w:type="spellEnd"/>
      <w:r w:rsidRPr="009D3F65">
        <w:rPr>
          <w:rFonts w:ascii="Arial" w:hAnsi="Arial" w:cs="Arial"/>
        </w:rPr>
        <w:t xml:space="preserve"> existuje celkem 1</w:t>
      </w:r>
      <w:r w:rsidR="00EE4935">
        <w:rPr>
          <w:rFonts w:ascii="Arial" w:hAnsi="Arial" w:cs="Arial"/>
        </w:rPr>
        <w:t>3</w:t>
      </w:r>
      <w:r w:rsidRPr="009D3F65">
        <w:rPr>
          <w:rFonts w:ascii="Arial" w:hAnsi="Arial" w:cs="Arial"/>
        </w:rPr>
        <w:t xml:space="preserve"> různých </w:t>
      </w:r>
      <w:proofErr w:type="spellStart"/>
      <w:r w:rsidRPr="009D3F65">
        <w:rPr>
          <w:rFonts w:ascii="Arial" w:hAnsi="Arial" w:cs="Arial"/>
        </w:rPr>
        <w:t>nápojných</w:t>
      </w:r>
      <w:proofErr w:type="spellEnd"/>
      <w:r w:rsidRPr="009D3F65">
        <w:rPr>
          <w:rFonts w:ascii="Arial" w:hAnsi="Arial" w:cs="Arial"/>
        </w:rPr>
        <w:t xml:space="preserve"> bodů. Dále SMO již nyní vlastní samostatnou dílčí stokovou síť včetně ČOV</w:t>
      </w:r>
      <w:r w:rsidR="00EE4935">
        <w:rPr>
          <w:rFonts w:ascii="Arial" w:hAnsi="Arial" w:cs="Arial"/>
        </w:rPr>
        <w:t xml:space="preserve"> – městská část Vávrovice</w:t>
      </w:r>
      <w:r w:rsidRPr="009D3F65">
        <w:rPr>
          <w:rFonts w:ascii="Arial" w:hAnsi="Arial" w:cs="Arial"/>
        </w:rPr>
        <w:t>. Předmětem budoucího provozování budou další dvě samostatné dílčí stokové sítě včetně dvou nových ČOV</w:t>
      </w:r>
      <w:r w:rsidR="00EE4935">
        <w:rPr>
          <w:rFonts w:ascii="Arial" w:hAnsi="Arial" w:cs="Arial"/>
        </w:rPr>
        <w:t xml:space="preserve"> – spolufinancované z Operačního programu životní prostředí</w:t>
      </w:r>
      <w:r w:rsidRPr="009D3F65">
        <w:rPr>
          <w:rFonts w:ascii="Arial" w:hAnsi="Arial" w:cs="Arial"/>
        </w:rPr>
        <w:t xml:space="preserve">. </w:t>
      </w:r>
    </w:p>
    <w:p w:rsidR="0029600A" w:rsidRPr="009D3F65" w:rsidRDefault="0029600A" w:rsidP="009D3F65">
      <w:pPr>
        <w:jc w:val="both"/>
        <w:rPr>
          <w:rFonts w:ascii="Arial" w:hAnsi="Arial" w:cs="Arial"/>
          <w:u w:val="single"/>
        </w:rPr>
      </w:pPr>
      <w:r w:rsidRPr="009D3F65">
        <w:rPr>
          <w:rFonts w:ascii="Arial" w:hAnsi="Arial" w:cs="Arial"/>
          <w:u w:val="single"/>
        </w:rPr>
        <w:t>Vytvoření konkurenčního prostředí</w:t>
      </w:r>
    </w:p>
    <w:p w:rsidR="00065A4E" w:rsidRPr="009D3F65" w:rsidRDefault="00065A4E" w:rsidP="009D3F65">
      <w:pPr>
        <w:jc w:val="both"/>
        <w:rPr>
          <w:rFonts w:ascii="Arial" w:hAnsi="Arial" w:cs="Arial"/>
        </w:rPr>
      </w:pPr>
      <w:r w:rsidRPr="009D3F65">
        <w:rPr>
          <w:rFonts w:ascii="Arial" w:hAnsi="Arial" w:cs="Arial"/>
        </w:rPr>
        <w:t xml:space="preserve">Cílem koncesního řízení je získání nejlepší nabídky, přičemž dominantním hodnotícím kritériem bude nabídka provozních nákladů, tj. nejlepší nabídka bude garantovat nejnižší cenu pro stočné. Pro dosažení tohoto cíle je nutné vytvořit </w:t>
      </w:r>
      <w:r w:rsidR="00230126" w:rsidRPr="009D3F65">
        <w:rPr>
          <w:rFonts w:ascii="Arial" w:hAnsi="Arial" w:cs="Arial"/>
        </w:rPr>
        <w:t xml:space="preserve">konkurenční prostředí tak, aby byly alespoň částečně kompenzovány objektivně existující výhody </w:t>
      </w:r>
      <w:proofErr w:type="spellStart"/>
      <w:r w:rsidR="00230126" w:rsidRPr="009D3F65">
        <w:rPr>
          <w:rFonts w:ascii="Arial" w:hAnsi="Arial" w:cs="Arial"/>
        </w:rPr>
        <w:t>SmVaK</w:t>
      </w:r>
      <w:proofErr w:type="spellEnd"/>
      <w:r w:rsidR="00230126" w:rsidRPr="009D3F65">
        <w:rPr>
          <w:rFonts w:ascii="Arial" w:hAnsi="Arial" w:cs="Arial"/>
        </w:rPr>
        <w:t xml:space="preserve"> jako jednoho z potencionálních </w:t>
      </w:r>
      <w:r w:rsidR="00B52A73">
        <w:rPr>
          <w:rFonts w:ascii="Arial" w:hAnsi="Arial" w:cs="Arial"/>
        </w:rPr>
        <w:t>ú</w:t>
      </w:r>
      <w:bookmarkStart w:id="0" w:name="_GoBack"/>
      <w:bookmarkEnd w:id="0"/>
      <w:r w:rsidR="00EE4935">
        <w:rPr>
          <w:rFonts w:ascii="Arial" w:hAnsi="Arial" w:cs="Arial"/>
        </w:rPr>
        <w:t>častníků</w:t>
      </w:r>
      <w:r w:rsidR="00EE4935" w:rsidRPr="009D3F65">
        <w:rPr>
          <w:rFonts w:ascii="Arial" w:hAnsi="Arial" w:cs="Arial"/>
        </w:rPr>
        <w:t xml:space="preserve"> </w:t>
      </w:r>
      <w:r w:rsidR="00230126" w:rsidRPr="009D3F65">
        <w:rPr>
          <w:rFonts w:ascii="Arial" w:hAnsi="Arial" w:cs="Arial"/>
        </w:rPr>
        <w:t>(znalost a provozní zkušenosti se existující „historickou“ kanalizací SMO, na území SMO nebo v blízkém dosažitelném okolí SMO již existující technická a personální kapacita).</w:t>
      </w:r>
    </w:p>
    <w:p w:rsidR="00230126" w:rsidRPr="009D3F65" w:rsidRDefault="009C3920" w:rsidP="009D3F65">
      <w:pPr>
        <w:jc w:val="both"/>
        <w:rPr>
          <w:rFonts w:ascii="Arial" w:hAnsi="Arial" w:cs="Arial"/>
        </w:rPr>
      </w:pPr>
      <w:r w:rsidRPr="009D3F65">
        <w:rPr>
          <w:rFonts w:ascii="Arial" w:hAnsi="Arial" w:cs="Arial"/>
        </w:rPr>
        <w:t xml:space="preserve">Každý jiný </w:t>
      </w:r>
      <w:r w:rsidR="00EE4935">
        <w:rPr>
          <w:rFonts w:ascii="Arial" w:hAnsi="Arial" w:cs="Arial"/>
        </w:rPr>
        <w:t>účastník</w:t>
      </w:r>
      <w:r w:rsidR="00EE4935" w:rsidRPr="009D3F65">
        <w:rPr>
          <w:rFonts w:ascii="Arial" w:hAnsi="Arial" w:cs="Arial"/>
        </w:rPr>
        <w:t xml:space="preserve"> </w:t>
      </w:r>
      <w:r w:rsidRPr="009D3F65">
        <w:rPr>
          <w:rFonts w:ascii="Arial" w:hAnsi="Arial" w:cs="Arial"/>
        </w:rPr>
        <w:t xml:space="preserve">(mimo </w:t>
      </w:r>
      <w:proofErr w:type="spellStart"/>
      <w:r w:rsidRPr="009D3F65">
        <w:rPr>
          <w:rFonts w:ascii="Arial" w:hAnsi="Arial" w:cs="Arial"/>
        </w:rPr>
        <w:t>SmVaK</w:t>
      </w:r>
      <w:proofErr w:type="spellEnd"/>
      <w:r w:rsidRPr="009D3F65">
        <w:rPr>
          <w:rFonts w:ascii="Arial" w:hAnsi="Arial" w:cs="Arial"/>
        </w:rPr>
        <w:t xml:space="preserve">) </w:t>
      </w:r>
      <w:r w:rsidR="003101C4" w:rsidRPr="009D3F65">
        <w:rPr>
          <w:rFonts w:ascii="Arial" w:hAnsi="Arial" w:cs="Arial"/>
        </w:rPr>
        <w:t xml:space="preserve">bude muset pro plnění smluvních povinností </w:t>
      </w:r>
      <w:r w:rsidR="0029600A" w:rsidRPr="009D3F65">
        <w:rPr>
          <w:rFonts w:ascii="Arial" w:hAnsi="Arial" w:cs="Arial"/>
        </w:rPr>
        <w:t>vytvořit v místě přiměřenou technickou a personální kapacitu, dále bude muset vynaložit počáteční náklady na získání výsledků průzkumu stavu „historických“ částí stokové sítě SMO s ohledem na rizika budoucích poruch a rozsahu nutných budoucích preventivních opatření (čištění kanalizací).</w:t>
      </w:r>
    </w:p>
    <w:p w:rsidR="006A3FE1" w:rsidRPr="009D3F65" w:rsidRDefault="00567A28" w:rsidP="009D3F65">
      <w:pPr>
        <w:jc w:val="both"/>
        <w:rPr>
          <w:rFonts w:ascii="Arial" w:hAnsi="Arial" w:cs="Arial"/>
          <w:u w:val="single"/>
        </w:rPr>
      </w:pPr>
      <w:r w:rsidRPr="009D3F65">
        <w:rPr>
          <w:rFonts w:ascii="Arial" w:hAnsi="Arial" w:cs="Arial"/>
          <w:u w:val="single"/>
        </w:rPr>
        <w:t>Zákonné možnosti delší doby trvání smlouvy jak pět let</w:t>
      </w:r>
    </w:p>
    <w:p w:rsidR="0019419D" w:rsidRPr="009D3F65" w:rsidRDefault="0019419D" w:rsidP="009D3F65">
      <w:pPr>
        <w:spacing w:after="80"/>
        <w:jc w:val="both"/>
        <w:rPr>
          <w:rFonts w:ascii="Arial" w:hAnsi="Arial" w:cs="Arial"/>
        </w:rPr>
      </w:pPr>
      <w:r w:rsidRPr="009D3F65">
        <w:rPr>
          <w:rFonts w:ascii="Arial" w:hAnsi="Arial" w:cs="Arial"/>
        </w:rPr>
        <w:t xml:space="preserve">Zákon č. 134/2016 Sb., o zadávání veřejných zakázek (dále jen „ZZVZ) v § 179 </w:t>
      </w:r>
      <w:r w:rsidR="00F133D6" w:rsidRPr="009D3F65">
        <w:rPr>
          <w:rFonts w:ascii="Arial" w:hAnsi="Arial" w:cs="Arial"/>
        </w:rPr>
        <w:t>„Doba trvání koncese“ u</w:t>
      </w:r>
      <w:r w:rsidRPr="009D3F65">
        <w:rPr>
          <w:rFonts w:ascii="Arial" w:hAnsi="Arial" w:cs="Arial"/>
        </w:rPr>
        <w:t>vádí:</w:t>
      </w:r>
    </w:p>
    <w:p w:rsidR="0019419D" w:rsidRPr="009D3F65" w:rsidRDefault="0019419D" w:rsidP="009D3F65">
      <w:pPr>
        <w:numPr>
          <w:ilvl w:val="0"/>
          <w:numId w:val="1"/>
        </w:numPr>
        <w:spacing w:after="80"/>
        <w:ind w:left="426" w:hanging="284"/>
        <w:jc w:val="both"/>
        <w:rPr>
          <w:rFonts w:ascii="Arial" w:hAnsi="Arial" w:cs="Arial"/>
          <w:i/>
          <w:sz w:val="20"/>
        </w:rPr>
      </w:pPr>
      <w:r w:rsidRPr="009D3F65">
        <w:rPr>
          <w:rFonts w:ascii="Arial" w:hAnsi="Arial" w:cs="Arial"/>
          <w:i/>
          <w:sz w:val="20"/>
        </w:rPr>
        <w:t>Zadavatel v zadávací dokumentaci stanoví dobu trvání koncese, přičemž smlouvu na koncese lze uzavřít pouze na dobu určitou.</w:t>
      </w:r>
    </w:p>
    <w:p w:rsidR="0019419D" w:rsidRPr="009D3F65" w:rsidRDefault="0019419D" w:rsidP="009D3F65">
      <w:pPr>
        <w:numPr>
          <w:ilvl w:val="0"/>
          <w:numId w:val="1"/>
        </w:numPr>
        <w:spacing w:after="80"/>
        <w:ind w:left="426" w:hanging="284"/>
        <w:jc w:val="both"/>
        <w:rPr>
          <w:rFonts w:ascii="Arial" w:hAnsi="Arial" w:cs="Arial"/>
          <w:i/>
          <w:sz w:val="20"/>
        </w:rPr>
      </w:pPr>
      <w:r w:rsidRPr="009D3F65">
        <w:rPr>
          <w:rFonts w:ascii="Arial" w:hAnsi="Arial" w:cs="Arial"/>
          <w:i/>
          <w:sz w:val="20"/>
        </w:rPr>
        <w:t xml:space="preserve">Pokud doba trvání smlouvy přesahuje 5 let, musí zadavatel stanovit tuto dobu tak, aby nepřesáhla dobu, za kterou lze předpokládat </w:t>
      </w:r>
      <w:r w:rsidRPr="009D3F65">
        <w:rPr>
          <w:rFonts w:ascii="Arial" w:hAnsi="Arial" w:cs="Arial"/>
          <w:b/>
          <w:i/>
          <w:sz w:val="20"/>
        </w:rPr>
        <w:t>návratnost investic</w:t>
      </w:r>
      <w:r w:rsidRPr="009D3F65">
        <w:rPr>
          <w:rFonts w:ascii="Arial" w:hAnsi="Arial" w:cs="Arial"/>
          <w:i/>
          <w:sz w:val="20"/>
        </w:rPr>
        <w:t xml:space="preserve"> vynaložených dodavatelem k dosažení účelu smlouvy. Tyto investice zahrnují </w:t>
      </w:r>
      <w:r w:rsidRPr="009D3F65">
        <w:rPr>
          <w:rFonts w:ascii="Arial" w:hAnsi="Arial" w:cs="Arial"/>
          <w:b/>
          <w:i/>
          <w:sz w:val="20"/>
        </w:rPr>
        <w:t>počáteční investice a investice</w:t>
      </w:r>
      <w:r w:rsidRPr="009D3F65">
        <w:rPr>
          <w:rFonts w:ascii="Arial" w:hAnsi="Arial" w:cs="Arial"/>
          <w:i/>
          <w:sz w:val="20"/>
        </w:rPr>
        <w:t xml:space="preserve"> v průběhu trvání smlouvy.</w:t>
      </w:r>
    </w:p>
    <w:p w:rsidR="0019419D" w:rsidRPr="009D3F65" w:rsidRDefault="0019419D" w:rsidP="009D3F65">
      <w:pPr>
        <w:numPr>
          <w:ilvl w:val="0"/>
          <w:numId w:val="1"/>
        </w:numPr>
        <w:spacing w:after="80"/>
        <w:ind w:left="426" w:hanging="284"/>
        <w:jc w:val="both"/>
        <w:rPr>
          <w:rFonts w:ascii="Arial" w:hAnsi="Arial" w:cs="Arial"/>
          <w:b/>
          <w:i/>
          <w:sz w:val="20"/>
        </w:rPr>
      </w:pPr>
      <w:r w:rsidRPr="009D3F65">
        <w:rPr>
          <w:rFonts w:ascii="Arial" w:hAnsi="Arial" w:cs="Arial"/>
          <w:b/>
          <w:i/>
          <w:sz w:val="20"/>
        </w:rPr>
        <w:t>V případě, že doba trvání smlouvy přesahuje 5 let, musí zadavatel dobu trvání smlouvy písemně odůvodnit v zadávací dokumentaci.“</w:t>
      </w:r>
    </w:p>
    <w:p w:rsidR="0019419D" w:rsidRPr="009D3F65" w:rsidRDefault="0019419D" w:rsidP="009D3F65">
      <w:pPr>
        <w:jc w:val="both"/>
        <w:rPr>
          <w:rFonts w:ascii="Arial" w:hAnsi="Arial" w:cs="Arial"/>
        </w:rPr>
      </w:pPr>
    </w:p>
    <w:p w:rsidR="009D14A2" w:rsidRPr="009D3F65" w:rsidRDefault="009D14A2" w:rsidP="009D3F65">
      <w:pPr>
        <w:jc w:val="both"/>
        <w:rPr>
          <w:rFonts w:ascii="Arial" w:hAnsi="Arial" w:cs="Arial"/>
          <w:u w:val="single"/>
        </w:rPr>
      </w:pPr>
      <w:r w:rsidRPr="009D3F65">
        <w:rPr>
          <w:rFonts w:ascii="Arial" w:hAnsi="Arial" w:cs="Arial"/>
          <w:u w:val="single"/>
        </w:rPr>
        <w:t>Specifikace „investic“</w:t>
      </w:r>
    </w:p>
    <w:p w:rsidR="00F133D6" w:rsidRPr="009D3F65" w:rsidRDefault="00567A28" w:rsidP="009D3F65">
      <w:pPr>
        <w:jc w:val="both"/>
        <w:rPr>
          <w:rFonts w:ascii="Arial" w:hAnsi="Arial" w:cs="Arial"/>
          <w:i/>
          <w:sz w:val="20"/>
        </w:rPr>
      </w:pPr>
      <w:r w:rsidRPr="009D3F65">
        <w:rPr>
          <w:rFonts w:ascii="Arial" w:hAnsi="Arial" w:cs="Arial"/>
        </w:rPr>
        <w:t xml:space="preserve">Podrobnosti k možnosti překročení trvání smlouvy pět let lze nalézt v </w:t>
      </w:r>
      <w:r w:rsidR="00664FE5" w:rsidRPr="009D3F65">
        <w:rPr>
          <w:rFonts w:ascii="Arial" w:hAnsi="Arial" w:cs="Arial"/>
        </w:rPr>
        <w:t>evropsk</w:t>
      </w:r>
      <w:r w:rsidRPr="009D3F65">
        <w:rPr>
          <w:rFonts w:ascii="Arial" w:hAnsi="Arial" w:cs="Arial"/>
        </w:rPr>
        <w:t>é</w:t>
      </w:r>
      <w:r w:rsidR="0003251C" w:rsidRPr="009D3F65">
        <w:rPr>
          <w:rFonts w:ascii="Arial" w:hAnsi="Arial" w:cs="Arial"/>
        </w:rPr>
        <w:t xml:space="preserve"> právní úpravě,</w:t>
      </w:r>
      <w:r w:rsidR="00664FE5" w:rsidRPr="009D3F65">
        <w:rPr>
          <w:rFonts w:ascii="Arial" w:hAnsi="Arial" w:cs="Arial"/>
        </w:rPr>
        <w:t xml:space="preserve"> </w:t>
      </w:r>
      <w:r w:rsidR="0003251C" w:rsidRPr="009D3F65">
        <w:rPr>
          <w:rFonts w:ascii="Arial" w:hAnsi="Arial" w:cs="Arial"/>
        </w:rPr>
        <w:t xml:space="preserve">viz </w:t>
      </w:r>
      <w:r w:rsidR="00664FE5" w:rsidRPr="009D3F65">
        <w:rPr>
          <w:rFonts w:ascii="Arial" w:hAnsi="Arial" w:cs="Arial"/>
        </w:rPr>
        <w:t>bod 52 směrnice EU 2014/23</w:t>
      </w:r>
      <w:r w:rsidR="0003251C" w:rsidRPr="009D3F65">
        <w:rPr>
          <w:rFonts w:ascii="Arial" w:hAnsi="Arial" w:cs="Arial"/>
        </w:rPr>
        <w:t>: „</w:t>
      </w:r>
      <w:r w:rsidR="00664FE5" w:rsidRPr="009D3F65">
        <w:rPr>
          <w:rFonts w:ascii="Arial" w:hAnsi="Arial" w:cs="Arial"/>
          <w:i/>
          <w:sz w:val="20"/>
        </w:rPr>
        <w:t xml:space="preserve">Doba trvání koncese by měla být omezena, aby se zabránilo uzavření trhu a omezení hospodářské soutěže. Kromě toho koncese s velmi dlouhou dobou trvání pravděpodobně povedou k uzavření trhu, a mohou tedy bránit volnému pohybu služeb a svobodě usazování. Taková doba trvání však může být odůvodněná, pokud je to nezbytné k tomu, aby se koncesionáři vrátily investice plánované za účelem plnění koncese a aby získal výnos z investovaného kapitálu. </w:t>
      </w:r>
    </w:p>
    <w:p w:rsidR="00F133D6" w:rsidRPr="009D3F65" w:rsidRDefault="00664FE5" w:rsidP="009D3F65">
      <w:pPr>
        <w:jc w:val="both"/>
        <w:rPr>
          <w:rFonts w:ascii="Arial" w:hAnsi="Arial" w:cs="Arial"/>
          <w:i/>
          <w:sz w:val="20"/>
        </w:rPr>
      </w:pPr>
      <w:r w:rsidRPr="009D3F65">
        <w:rPr>
          <w:rFonts w:ascii="Arial" w:hAnsi="Arial" w:cs="Arial"/>
          <w:i/>
          <w:sz w:val="20"/>
        </w:rPr>
        <w:lastRenderedPageBreak/>
        <w:t xml:space="preserve">Trvání koncesí delších, než pět let by tudíž mělo být omezeno na dobu, za kterou by se podle rozumných očekávání mohla koncesionáři za běžných provozních podmínek vrátit investice, kterou za účelem provozování staveb a služeb vynaložil, společně s výnosem z investovaného kapitálu, a to s přihlédnutím ke zvláštním cílům, k nimž se koncesionář ve smlouvě zavázal za účelem splnění požadavků týkajících se například kvality či ceny pro uživatele. Odhad by měl platit v okamžiku udělení koncese. </w:t>
      </w:r>
    </w:p>
    <w:p w:rsidR="0003251C" w:rsidRPr="009D3F65" w:rsidRDefault="00664FE5" w:rsidP="009D3F65">
      <w:pPr>
        <w:jc w:val="both"/>
        <w:rPr>
          <w:rFonts w:ascii="Arial" w:hAnsi="Arial" w:cs="Arial"/>
        </w:rPr>
      </w:pPr>
      <w:r w:rsidRPr="009D3F65">
        <w:rPr>
          <w:rFonts w:ascii="Arial" w:hAnsi="Arial" w:cs="Arial"/>
          <w:i/>
          <w:sz w:val="20"/>
        </w:rPr>
        <w:t xml:space="preserve">Mělo by být možně zahrnovat výchozí i další investice považované za nezbytné pro provoz koncese, zejména výdaje na infrastrukturu, autorská práva, patenty, vybavení, logistiku, </w:t>
      </w:r>
      <w:bookmarkStart w:id="1" w:name="_Hlk497760788"/>
      <w:r w:rsidRPr="009D3F65">
        <w:rPr>
          <w:rFonts w:ascii="Arial" w:hAnsi="Arial" w:cs="Arial"/>
          <w:i/>
          <w:sz w:val="20"/>
        </w:rPr>
        <w:t>nábor a odbornou přípravu personálu a počáteční výdaje</w:t>
      </w:r>
      <w:bookmarkEnd w:id="1"/>
      <w:r w:rsidRPr="009D3F65">
        <w:rPr>
          <w:rFonts w:ascii="Arial" w:hAnsi="Arial" w:cs="Arial"/>
          <w:i/>
          <w:sz w:val="20"/>
        </w:rPr>
        <w:t>.</w:t>
      </w:r>
      <w:r w:rsidR="0003251C" w:rsidRPr="009D3F65">
        <w:rPr>
          <w:rFonts w:ascii="Arial" w:hAnsi="Arial" w:cs="Arial"/>
        </w:rPr>
        <w:t>“</w:t>
      </w:r>
      <w:r w:rsidRPr="009D3F65">
        <w:rPr>
          <w:rFonts w:ascii="Arial" w:hAnsi="Arial" w:cs="Arial"/>
        </w:rPr>
        <w:t xml:space="preserve"> </w:t>
      </w:r>
    </w:p>
    <w:p w:rsidR="00887AC0" w:rsidRPr="009D3F65" w:rsidRDefault="00887AC0" w:rsidP="009D3F65">
      <w:pPr>
        <w:jc w:val="both"/>
        <w:rPr>
          <w:rFonts w:ascii="Arial" w:hAnsi="Arial" w:cs="Arial"/>
          <w:u w:val="single"/>
        </w:rPr>
      </w:pPr>
      <w:r w:rsidRPr="009D3F65">
        <w:rPr>
          <w:rFonts w:ascii="Arial" w:hAnsi="Arial" w:cs="Arial"/>
          <w:u w:val="single"/>
        </w:rPr>
        <w:t>Odůvodnění oprávněnosti trvání smlouvy deset let</w:t>
      </w:r>
    </w:p>
    <w:p w:rsidR="0003251C" w:rsidRPr="009D3F65" w:rsidRDefault="00163086" w:rsidP="009D3F65">
      <w:pPr>
        <w:jc w:val="both"/>
        <w:rPr>
          <w:rFonts w:ascii="Arial" w:hAnsi="Arial" w:cs="Arial"/>
        </w:rPr>
      </w:pPr>
      <w:r w:rsidRPr="009D3F65">
        <w:rPr>
          <w:rFonts w:ascii="Arial" w:hAnsi="Arial" w:cs="Arial"/>
        </w:rPr>
        <w:t xml:space="preserve">Primární součástí smluvního vztahu mezi SMO a budoucím provozovatelem v OPŽP (2014-2020) je smluvní postup při stanovení ceny pro stočné v závislosti zejména dle vítězné nabídky provozních nákladů. Tento smluvní postup je definován nejen smluvním textem (popisem algoritmů), ale i tzv. „platebním mechanismem“ (SW ve formátu Excel). </w:t>
      </w:r>
    </w:p>
    <w:p w:rsidR="00EF0D97" w:rsidRPr="009D3F65" w:rsidRDefault="00163086" w:rsidP="009D3F65">
      <w:pPr>
        <w:jc w:val="both"/>
        <w:rPr>
          <w:rFonts w:ascii="Arial" w:hAnsi="Arial" w:cs="Arial"/>
        </w:rPr>
      </w:pPr>
      <w:r w:rsidRPr="009D3F65">
        <w:rPr>
          <w:rFonts w:ascii="Arial" w:hAnsi="Arial" w:cs="Arial"/>
        </w:rPr>
        <w:t xml:space="preserve">Odpisy provozního majetku jsou součástí výsledné ceny pro stočné. Prvotní hodnoty účetních (nikoliv daňových) odpisů jsou součástí nabídky, dále také plánované změny provozního majetku včetně změn v odpisech provozního majetku („odpisový plán“). </w:t>
      </w:r>
      <w:r w:rsidR="008F6319" w:rsidRPr="009D3F65">
        <w:rPr>
          <w:rFonts w:ascii="Arial" w:hAnsi="Arial" w:cs="Arial"/>
        </w:rPr>
        <w:t xml:space="preserve">Každý </w:t>
      </w:r>
      <w:r w:rsidR="00EE4935">
        <w:rPr>
          <w:rFonts w:ascii="Arial" w:hAnsi="Arial" w:cs="Arial"/>
        </w:rPr>
        <w:t>účastník</w:t>
      </w:r>
      <w:r w:rsidR="008F6319" w:rsidRPr="009D3F65">
        <w:rPr>
          <w:rFonts w:ascii="Arial" w:hAnsi="Arial" w:cs="Arial"/>
        </w:rPr>
        <w:t xml:space="preserve"> by měl mít právo </w:t>
      </w:r>
      <w:r w:rsidR="00C0591B" w:rsidRPr="009D3F65">
        <w:rPr>
          <w:rFonts w:ascii="Arial" w:hAnsi="Arial" w:cs="Arial"/>
        </w:rPr>
        <w:t xml:space="preserve">na </w:t>
      </w:r>
      <w:r w:rsidR="008F6319" w:rsidRPr="009D3F65">
        <w:rPr>
          <w:rFonts w:ascii="Arial" w:hAnsi="Arial" w:cs="Arial"/>
        </w:rPr>
        <w:t xml:space="preserve">návratnost především „nového“ provozního majetku (servisní auta, speciální vozidla, </w:t>
      </w:r>
      <w:r w:rsidR="002E7B5E" w:rsidRPr="009D3F65">
        <w:rPr>
          <w:rFonts w:ascii="Arial" w:hAnsi="Arial" w:cs="Arial"/>
        </w:rPr>
        <w:t xml:space="preserve">speciální přístrojové vybavení apod.). </w:t>
      </w:r>
      <w:proofErr w:type="spellStart"/>
      <w:r w:rsidR="002E7B5E" w:rsidRPr="009D3F65">
        <w:rPr>
          <w:rFonts w:ascii="Arial" w:hAnsi="Arial" w:cs="Arial"/>
        </w:rPr>
        <w:t>SmVaK</w:t>
      </w:r>
      <w:proofErr w:type="spellEnd"/>
      <w:r w:rsidR="002E7B5E" w:rsidRPr="009D3F65">
        <w:rPr>
          <w:rFonts w:ascii="Arial" w:hAnsi="Arial" w:cs="Arial"/>
        </w:rPr>
        <w:t xml:space="preserve"> jako jediný potencionální </w:t>
      </w:r>
      <w:r w:rsidR="00EE4935">
        <w:rPr>
          <w:rFonts w:ascii="Arial" w:hAnsi="Arial" w:cs="Arial"/>
        </w:rPr>
        <w:t>účastník</w:t>
      </w:r>
      <w:r w:rsidR="002E7B5E" w:rsidRPr="009D3F65">
        <w:rPr>
          <w:rFonts w:ascii="Arial" w:hAnsi="Arial" w:cs="Arial"/>
        </w:rPr>
        <w:t xml:space="preserve"> má již podstatnou část </w:t>
      </w:r>
      <w:r w:rsidR="00E37C78" w:rsidRPr="009D3F65">
        <w:rPr>
          <w:rFonts w:ascii="Arial" w:hAnsi="Arial" w:cs="Arial"/>
        </w:rPr>
        <w:t>provozního majetku k dispozici na místě</w:t>
      </w:r>
      <w:r w:rsidR="009D14A2" w:rsidRPr="009D3F65">
        <w:rPr>
          <w:rFonts w:ascii="Arial" w:hAnsi="Arial" w:cs="Arial"/>
        </w:rPr>
        <w:t xml:space="preserve"> a podstatnou část odpisů může oprávněně uplatňovat v kalkulaci </w:t>
      </w:r>
      <w:proofErr w:type="spellStart"/>
      <w:r w:rsidR="009D14A2" w:rsidRPr="009D3F65">
        <w:rPr>
          <w:rFonts w:ascii="Arial" w:hAnsi="Arial" w:cs="Arial"/>
        </w:rPr>
        <w:t>SmVaK</w:t>
      </w:r>
      <w:proofErr w:type="spellEnd"/>
      <w:r w:rsidR="009D14A2" w:rsidRPr="009D3F65">
        <w:rPr>
          <w:rFonts w:ascii="Arial" w:hAnsi="Arial" w:cs="Arial"/>
        </w:rPr>
        <w:t xml:space="preserve"> ceny pro stočné</w:t>
      </w:r>
      <w:r w:rsidR="00E37C78" w:rsidRPr="009D3F65">
        <w:rPr>
          <w:rFonts w:ascii="Arial" w:hAnsi="Arial" w:cs="Arial"/>
        </w:rPr>
        <w:t xml:space="preserve">. </w:t>
      </w:r>
    </w:p>
    <w:p w:rsidR="008A7DB7" w:rsidRPr="009D3F65" w:rsidRDefault="00E37C78" w:rsidP="009D3F65">
      <w:pPr>
        <w:jc w:val="both"/>
        <w:rPr>
          <w:rFonts w:ascii="Arial" w:hAnsi="Arial" w:cs="Arial"/>
        </w:rPr>
      </w:pPr>
      <w:r w:rsidRPr="009D3F65">
        <w:rPr>
          <w:rFonts w:ascii="Arial" w:hAnsi="Arial" w:cs="Arial"/>
        </w:rPr>
        <w:t xml:space="preserve">Ostatní potencionální </w:t>
      </w:r>
      <w:r w:rsidR="00EE4935">
        <w:rPr>
          <w:rFonts w:ascii="Arial" w:hAnsi="Arial" w:cs="Arial"/>
        </w:rPr>
        <w:t>účastníci</w:t>
      </w:r>
      <w:r w:rsidRPr="009D3F65">
        <w:rPr>
          <w:rFonts w:ascii="Arial" w:hAnsi="Arial" w:cs="Arial"/>
        </w:rPr>
        <w:t xml:space="preserve"> </w:t>
      </w:r>
      <w:r w:rsidR="00C633D4" w:rsidRPr="009D3F65">
        <w:rPr>
          <w:rFonts w:ascii="Arial" w:hAnsi="Arial" w:cs="Arial"/>
        </w:rPr>
        <w:t>při určení účetních odpisů „nového“ provozního majetku</w:t>
      </w:r>
      <w:r w:rsidR="00EF0D97" w:rsidRPr="009D3F65">
        <w:rPr>
          <w:rFonts w:ascii="Arial" w:hAnsi="Arial" w:cs="Arial"/>
        </w:rPr>
        <w:t xml:space="preserve"> (s ohledem na návratnost těchto investic do „nového“ provozního majetku v rámci provozní smlouvy)</w:t>
      </w:r>
      <w:r w:rsidR="00C633D4" w:rsidRPr="009D3F65">
        <w:rPr>
          <w:rFonts w:ascii="Arial" w:hAnsi="Arial" w:cs="Arial"/>
        </w:rPr>
        <w:t xml:space="preserve"> v nabídce mohou dosáhnout nižší hodnoty, pokud doba trvání smlouvy bude nikoliv pět let, ale deset let.</w:t>
      </w:r>
      <w:r w:rsidR="008A7DB7" w:rsidRPr="009D3F65">
        <w:rPr>
          <w:rFonts w:ascii="Arial" w:hAnsi="Arial" w:cs="Arial"/>
        </w:rPr>
        <w:t xml:space="preserve"> </w:t>
      </w:r>
      <w:r w:rsidR="009D14A2" w:rsidRPr="009D3F65">
        <w:rPr>
          <w:rFonts w:ascii="Arial" w:hAnsi="Arial" w:cs="Arial"/>
        </w:rPr>
        <w:t xml:space="preserve">Deset let umožní reálně dosáhnout návratnosti výdajů na nábor a odbornou přípravu personálu a počáteční výdaje spojené s průzkumem technického stavu „historické“ kanalizace SMO. </w:t>
      </w:r>
    </w:p>
    <w:p w:rsidR="00C633D4" w:rsidRPr="009D3F65" w:rsidRDefault="008A7DB7" w:rsidP="009D3F65">
      <w:pPr>
        <w:jc w:val="both"/>
        <w:rPr>
          <w:rFonts w:ascii="Arial" w:hAnsi="Arial" w:cs="Arial"/>
          <w:i/>
        </w:rPr>
      </w:pPr>
      <w:r w:rsidRPr="009D3F65">
        <w:rPr>
          <w:rFonts w:ascii="Arial" w:hAnsi="Arial" w:cs="Arial"/>
        </w:rPr>
        <w:t>Delší doba</w:t>
      </w:r>
      <w:r w:rsidR="00EF0D97" w:rsidRPr="009D3F65">
        <w:rPr>
          <w:rFonts w:ascii="Arial" w:hAnsi="Arial" w:cs="Arial"/>
        </w:rPr>
        <w:t>,</w:t>
      </w:r>
      <w:r w:rsidRPr="009D3F65">
        <w:rPr>
          <w:rFonts w:ascii="Arial" w:hAnsi="Arial" w:cs="Arial"/>
        </w:rPr>
        <w:t xml:space="preserve"> jak deset let není přípustná v podmínkách OPŽP (2014-2020). </w:t>
      </w:r>
      <w:r w:rsidR="00C633D4" w:rsidRPr="009D3F65">
        <w:rPr>
          <w:rFonts w:ascii="Arial" w:hAnsi="Arial" w:cs="Arial"/>
        </w:rPr>
        <w:t>Metodika pro žadatele Rozvádějící podmínky přílohy č. 6 Programového dokumentu OPŽP (dále jen „Metodika pro žadatele“) uvádí v kapitole 6:</w:t>
      </w:r>
      <w:r w:rsidRPr="009D3F65">
        <w:rPr>
          <w:rFonts w:ascii="Arial" w:hAnsi="Arial" w:cs="Arial"/>
        </w:rPr>
        <w:t xml:space="preserve"> </w:t>
      </w:r>
      <w:r w:rsidR="00C633D4" w:rsidRPr="009D3F65">
        <w:rPr>
          <w:rFonts w:ascii="Arial" w:hAnsi="Arial" w:cs="Arial"/>
          <w:i/>
        </w:rPr>
        <w:t>„Nové provozní smlouvy budou přijatelné za předpokladu splnění následujících podmínek:</w:t>
      </w:r>
      <w:r w:rsidRPr="009D3F65">
        <w:rPr>
          <w:rFonts w:ascii="Arial" w:hAnsi="Arial" w:cs="Arial"/>
          <w:i/>
        </w:rPr>
        <w:t xml:space="preserve"> </w:t>
      </w:r>
      <w:r w:rsidR="00C633D4" w:rsidRPr="009D3F65">
        <w:rPr>
          <w:rFonts w:ascii="Arial" w:hAnsi="Arial" w:cs="Arial"/>
          <w:i/>
        </w:rPr>
        <w:t>Za předpokladu, že se soukromý provozovatel nebude finančně podílet na investicích do výstavby, obnovy, zkvalitnění nebo rozšíření vodohospodářské infrastruktury, spolufinancování z Fondu soudržnosti v rámci OPŽP 2014-2020 bude přiděleno za podmínky, že délka trvání provozní smlouvy bude maximálně 10 let, přičemž i tato délka trvání musí být řádně odůvodněna…“</w:t>
      </w:r>
    </w:p>
    <w:p w:rsidR="009453A5" w:rsidRPr="009D3F65" w:rsidRDefault="009453A5" w:rsidP="009D3F65">
      <w:pPr>
        <w:jc w:val="both"/>
        <w:rPr>
          <w:rFonts w:ascii="Arial" w:hAnsi="Arial" w:cs="Arial"/>
        </w:rPr>
      </w:pPr>
      <w:r w:rsidRPr="009D3F65">
        <w:rPr>
          <w:rFonts w:ascii="Arial" w:hAnsi="Arial" w:cs="Arial"/>
        </w:rPr>
        <w:t xml:space="preserve">Smluvní ujednání související s tvorbou ceny pro stočné („platební mechanismus“) předpokládají trvání smlouvy na deset let. </w:t>
      </w:r>
      <w:r w:rsidR="00EE4935">
        <w:rPr>
          <w:rFonts w:ascii="Arial" w:hAnsi="Arial" w:cs="Arial"/>
        </w:rPr>
        <w:t>P</w:t>
      </w:r>
      <w:r w:rsidR="00C92184" w:rsidRPr="009D3F65">
        <w:rPr>
          <w:rFonts w:ascii="Arial" w:hAnsi="Arial" w:cs="Arial"/>
        </w:rPr>
        <w:t xml:space="preserve">ři délce smluvního vztahu na dobu </w:t>
      </w:r>
      <w:r w:rsidRPr="009D3F65">
        <w:rPr>
          <w:rFonts w:ascii="Arial" w:hAnsi="Arial" w:cs="Arial"/>
        </w:rPr>
        <w:t>deset</w:t>
      </w:r>
      <w:r w:rsidR="00C92184" w:rsidRPr="009D3F65">
        <w:rPr>
          <w:rFonts w:ascii="Arial" w:hAnsi="Arial" w:cs="Arial"/>
        </w:rPr>
        <w:t xml:space="preserve"> let </w:t>
      </w:r>
      <w:r w:rsidR="00EE4935">
        <w:rPr>
          <w:rFonts w:ascii="Arial" w:hAnsi="Arial" w:cs="Arial"/>
        </w:rPr>
        <w:t>d</w:t>
      </w:r>
      <w:r w:rsidR="00EE4935" w:rsidRPr="009D3F65">
        <w:rPr>
          <w:rFonts w:ascii="Arial" w:hAnsi="Arial" w:cs="Arial"/>
        </w:rPr>
        <w:t xml:space="preserve">ochází </w:t>
      </w:r>
      <w:r w:rsidR="00C92184" w:rsidRPr="009D3F65">
        <w:rPr>
          <w:rFonts w:ascii="Arial" w:hAnsi="Arial" w:cs="Arial"/>
        </w:rPr>
        <w:t xml:space="preserve">ke standardizaci a stabilizaci podmínek provozování, které vedou k nastavení efektivního způsobu provozování. O tom svědčí i nastavení v těchto smluvních ujednáních </w:t>
      </w:r>
      <w:r w:rsidRPr="009D3F65">
        <w:rPr>
          <w:rFonts w:ascii="Arial" w:hAnsi="Arial" w:cs="Arial"/>
        </w:rPr>
        <w:t>tzv. „</w:t>
      </w:r>
      <w:r w:rsidR="00C92184" w:rsidRPr="009D3F65">
        <w:rPr>
          <w:rFonts w:ascii="Arial" w:hAnsi="Arial" w:cs="Arial"/>
        </w:rPr>
        <w:t>periodického přezkoumání</w:t>
      </w:r>
      <w:r w:rsidRPr="009D3F65">
        <w:rPr>
          <w:rFonts w:ascii="Arial" w:hAnsi="Arial" w:cs="Arial"/>
        </w:rPr>
        <w:t>“</w:t>
      </w:r>
      <w:r w:rsidR="00C92184" w:rsidRPr="009D3F65">
        <w:rPr>
          <w:rFonts w:ascii="Arial" w:hAnsi="Arial" w:cs="Arial"/>
        </w:rPr>
        <w:t xml:space="preserve"> po prvních 5 letech provozování. Při něm může docházet k dělení úspor dosažených provozovatelem s vlastníkem vodohospodářské infrastruktury, popř. i snížení nákladů pro druhé pětileté období dle úspor provozovatele v prvním období. Tyto základní mechanismy pro desetileté období brání vzniku nadměrného zisku provozovatele. </w:t>
      </w:r>
    </w:p>
    <w:p w:rsidR="00C92184" w:rsidRPr="009D3F65" w:rsidRDefault="00C92184" w:rsidP="009D3F65">
      <w:pPr>
        <w:jc w:val="both"/>
        <w:rPr>
          <w:rFonts w:ascii="Arial" w:hAnsi="Arial" w:cs="Arial"/>
        </w:rPr>
      </w:pPr>
      <w:r w:rsidRPr="009D3F65">
        <w:rPr>
          <w:rFonts w:ascii="Arial" w:hAnsi="Arial" w:cs="Arial"/>
        </w:rPr>
        <w:t xml:space="preserve">Délka provozní smlouvy </w:t>
      </w:r>
      <w:r w:rsidR="000006CA" w:rsidRPr="009D3F65">
        <w:rPr>
          <w:rFonts w:ascii="Arial" w:hAnsi="Arial" w:cs="Arial"/>
        </w:rPr>
        <w:t xml:space="preserve">deset let s ohledem na současnou provozní situaci na území SMO (dominance provozovatele </w:t>
      </w:r>
      <w:proofErr w:type="spellStart"/>
      <w:r w:rsidR="000006CA" w:rsidRPr="009D3F65">
        <w:rPr>
          <w:rFonts w:ascii="Arial" w:hAnsi="Arial" w:cs="Arial"/>
        </w:rPr>
        <w:t>SmVaK</w:t>
      </w:r>
      <w:proofErr w:type="spellEnd"/>
      <w:r w:rsidR="000006CA" w:rsidRPr="009D3F65">
        <w:rPr>
          <w:rFonts w:ascii="Arial" w:hAnsi="Arial" w:cs="Arial"/>
        </w:rPr>
        <w:t xml:space="preserve">) </w:t>
      </w:r>
      <w:r w:rsidRPr="009D3F65">
        <w:rPr>
          <w:rFonts w:ascii="Arial" w:hAnsi="Arial" w:cs="Arial"/>
        </w:rPr>
        <w:t xml:space="preserve">má </w:t>
      </w:r>
      <w:r w:rsidR="009453A5" w:rsidRPr="009D3F65">
        <w:rPr>
          <w:rFonts w:ascii="Arial" w:hAnsi="Arial" w:cs="Arial"/>
        </w:rPr>
        <w:t xml:space="preserve">jednoznačný </w:t>
      </w:r>
      <w:r w:rsidR="000006CA" w:rsidRPr="009D3F65">
        <w:rPr>
          <w:rFonts w:ascii="Arial" w:hAnsi="Arial" w:cs="Arial"/>
        </w:rPr>
        <w:t xml:space="preserve">pozitivní </w:t>
      </w:r>
      <w:r w:rsidRPr="009D3F65">
        <w:rPr>
          <w:rFonts w:ascii="Arial" w:hAnsi="Arial" w:cs="Arial"/>
        </w:rPr>
        <w:t xml:space="preserve">vliv na počet </w:t>
      </w:r>
      <w:r w:rsidR="00527018" w:rsidRPr="009D3F65">
        <w:rPr>
          <w:rFonts w:ascii="Arial" w:hAnsi="Arial" w:cs="Arial"/>
        </w:rPr>
        <w:t xml:space="preserve">potencionálních </w:t>
      </w:r>
      <w:r w:rsidR="00FF7C24">
        <w:rPr>
          <w:rFonts w:ascii="Arial" w:hAnsi="Arial" w:cs="Arial"/>
        </w:rPr>
        <w:t>účastníků</w:t>
      </w:r>
      <w:r w:rsidR="00FF7C24" w:rsidRPr="009D3F65">
        <w:rPr>
          <w:rFonts w:ascii="Arial" w:hAnsi="Arial" w:cs="Arial"/>
        </w:rPr>
        <w:t xml:space="preserve"> </w:t>
      </w:r>
      <w:r w:rsidRPr="009D3F65">
        <w:rPr>
          <w:rFonts w:ascii="Arial" w:hAnsi="Arial" w:cs="Arial"/>
        </w:rPr>
        <w:t xml:space="preserve">v rámci koncesního řízení, tj. vytvoření </w:t>
      </w:r>
      <w:r w:rsidR="00527018" w:rsidRPr="009D3F65">
        <w:rPr>
          <w:rFonts w:ascii="Arial" w:hAnsi="Arial" w:cs="Arial"/>
        </w:rPr>
        <w:t xml:space="preserve">žádoucího </w:t>
      </w:r>
      <w:r w:rsidRPr="009D3F65">
        <w:rPr>
          <w:rFonts w:ascii="Arial" w:hAnsi="Arial" w:cs="Arial"/>
        </w:rPr>
        <w:t>soutěžního prostředí</w:t>
      </w:r>
      <w:r w:rsidR="00FF7C24">
        <w:rPr>
          <w:rFonts w:ascii="Arial" w:hAnsi="Arial" w:cs="Arial"/>
        </w:rPr>
        <w:t>.</w:t>
      </w:r>
    </w:p>
    <w:sectPr w:rsidR="00C92184" w:rsidRPr="009D3F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6D5589"/>
    <w:multiLevelType w:val="hybridMultilevel"/>
    <w:tmpl w:val="97228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4B"/>
    <w:rsid w:val="000006CA"/>
    <w:rsid w:val="0003251C"/>
    <w:rsid w:val="00065A4E"/>
    <w:rsid w:val="00110E61"/>
    <w:rsid w:val="00163086"/>
    <w:rsid w:val="0019419D"/>
    <w:rsid w:val="00230126"/>
    <w:rsid w:val="0029600A"/>
    <w:rsid w:val="002E7B5E"/>
    <w:rsid w:val="003101C4"/>
    <w:rsid w:val="00393814"/>
    <w:rsid w:val="00527018"/>
    <w:rsid w:val="00567A28"/>
    <w:rsid w:val="0064067E"/>
    <w:rsid w:val="00664FE5"/>
    <w:rsid w:val="006A3FE1"/>
    <w:rsid w:val="00793A73"/>
    <w:rsid w:val="00887AC0"/>
    <w:rsid w:val="008A7DB7"/>
    <w:rsid w:val="008F6319"/>
    <w:rsid w:val="009453A5"/>
    <w:rsid w:val="0097092C"/>
    <w:rsid w:val="00976066"/>
    <w:rsid w:val="009C3920"/>
    <w:rsid w:val="009D14A2"/>
    <w:rsid w:val="009D3F65"/>
    <w:rsid w:val="00A70AE0"/>
    <w:rsid w:val="00A736EA"/>
    <w:rsid w:val="00B52A73"/>
    <w:rsid w:val="00C0591B"/>
    <w:rsid w:val="00C633D4"/>
    <w:rsid w:val="00C92184"/>
    <w:rsid w:val="00CA102C"/>
    <w:rsid w:val="00D9757E"/>
    <w:rsid w:val="00E31111"/>
    <w:rsid w:val="00E37C78"/>
    <w:rsid w:val="00EE4935"/>
    <w:rsid w:val="00EF0D97"/>
    <w:rsid w:val="00F133D6"/>
    <w:rsid w:val="00FD4D4B"/>
    <w:rsid w:val="00FF7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C0F99"/>
  <w15:chartTrackingRefBased/>
  <w15:docId w15:val="{26AF4E41-AEFA-4C6F-884F-FBC38F6A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A10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1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1001</Words>
  <Characters>5911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dc:creator>
  <cp:keywords/>
  <dc:description/>
  <cp:lastModifiedBy>Glogar Jaroslav</cp:lastModifiedBy>
  <cp:revision>4</cp:revision>
  <cp:lastPrinted>2017-11-07T08:58:00Z</cp:lastPrinted>
  <dcterms:created xsi:type="dcterms:W3CDTF">2017-11-07T09:26:00Z</dcterms:created>
  <dcterms:modified xsi:type="dcterms:W3CDTF">2017-11-07T09:27:00Z</dcterms:modified>
</cp:coreProperties>
</file>